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ayout w:type="fixed"/>
        <w:tblLook w:val="04A0" w:firstRow="1" w:lastRow="0" w:firstColumn="1" w:lastColumn="0" w:noHBand="0" w:noVBand="1"/>
      </w:tblPr>
      <w:tblGrid>
        <w:gridCol w:w="4158"/>
        <w:gridCol w:w="180"/>
        <w:gridCol w:w="80"/>
        <w:gridCol w:w="1797"/>
        <w:gridCol w:w="1470"/>
        <w:gridCol w:w="12"/>
        <w:gridCol w:w="807"/>
        <w:gridCol w:w="2512"/>
      </w:tblGrid>
      <w:tr w:rsidR="005C4CBE" w:rsidRPr="00570FB8" w:rsidTr="007812E5">
        <w:tc>
          <w:tcPr>
            <w:tcW w:w="6215" w:type="dxa"/>
            <w:gridSpan w:val="4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D45169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Beyrer</w:t>
            </w:r>
            <w:proofErr w:type="spellEnd"/>
          </w:p>
        </w:tc>
        <w:tc>
          <w:tcPr>
            <w:tcW w:w="2289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45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D45169" w:rsidRPr="00D4516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D45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251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067B29">
              <w:rPr>
                <w:rFonts w:ascii="Times New Roman" w:hAnsi="Times New Roman" w:cs="Times New Roman"/>
                <w:sz w:val="24"/>
                <w:szCs w:val="24"/>
              </w:rPr>
              <w:t>Sept.</w:t>
            </w:r>
            <w:r w:rsidR="00D45169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</w:p>
        </w:tc>
      </w:tr>
      <w:tr w:rsidR="005C4CBE" w:rsidTr="007812E5">
        <w:tc>
          <w:tcPr>
            <w:tcW w:w="7685" w:type="dxa"/>
            <w:gridSpan w:val="5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45169">
              <w:rPr>
                <w:rFonts w:ascii="Calibri" w:eastAsia="Calibri" w:hAnsi="Calibri" w:cs="Times New Roman"/>
                <w:sz w:val="24"/>
                <w:szCs w:val="24"/>
              </w:rPr>
              <w:t xml:space="preserve"> Unit 2 - Operations with Whole Numbers and Decimals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451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5169" w:rsidRPr="00D8194D">
              <w:rPr>
                <w:rFonts w:ascii="Times New Roman" w:hAnsi="Times New Roman" w:cs="Times New Roman"/>
                <w:sz w:val="24"/>
                <w:szCs w:val="24"/>
              </w:rPr>
              <w:t>Food Distribution List</w:t>
            </w:r>
            <w:r w:rsidR="00D45169">
              <w:rPr>
                <w:rFonts w:ascii="Times New Roman" w:hAnsi="Times New Roman" w:cs="Times New Roman"/>
                <w:sz w:val="24"/>
                <w:szCs w:val="24"/>
              </w:rPr>
              <w:t>, Teach prior to task 2</w:t>
            </w:r>
          </w:p>
        </w:tc>
      </w:tr>
      <w:tr w:rsidR="008C13D7" w:rsidTr="007812E5">
        <w:trPr>
          <w:trHeight w:val="737"/>
        </w:trPr>
        <w:tc>
          <w:tcPr>
            <w:tcW w:w="11016" w:type="dxa"/>
            <w:gridSpan w:val="8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D45169" w:rsidRPr="003318CC">
              <w:rPr>
                <w:rFonts w:ascii="Times New Roman" w:hAnsi="Times New Roman" w:cs="Times New Roman"/>
                <w:sz w:val="24"/>
                <w:szCs w:val="24"/>
              </w:rPr>
              <w:t>How can I use division procedures to help me solve problems with large amounts?</w:t>
            </w:r>
          </w:p>
        </w:tc>
      </w:tr>
      <w:tr w:rsidR="005C4CBE" w:rsidTr="007812E5">
        <w:trPr>
          <w:trHeight w:val="296"/>
        </w:trPr>
        <w:tc>
          <w:tcPr>
            <w:tcW w:w="7685" w:type="dxa"/>
            <w:gridSpan w:val="5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3331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7812E5">
        <w:trPr>
          <w:trHeight w:val="737"/>
        </w:trPr>
        <w:tc>
          <w:tcPr>
            <w:tcW w:w="4158" w:type="dxa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D45169" w:rsidP="00D45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A90">
              <w:rPr>
                <w:rFonts w:ascii="Times New Roman" w:hAnsi="Times New Roman" w:cs="Times New Roman"/>
                <w:sz w:val="24"/>
                <w:szCs w:val="24"/>
              </w:rPr>
              <w:t>Math Tool Box, Common Core Instructional Support Tools</w:t>
            </w:r>
          </w:p>
          <w:p w:rsidR="007812E5" w:rsidRDefault="007812E5" w:rsidP="00D45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E9314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http://www.dpi.state.nc.us/docs/acre/standards/common-core-tools/unpacking/math/5th.pdf</w:t>
              </w:r>
            </w:hyperlink>
          </w:p>
          <w:p w:rsidR="007812E5" w:rsidRPr="00496A90" w:rsidRDefault="007812E5" w:rsidP="00D451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9" w:type="dxa"/>
            <w:gridSpan w:val="5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496A90" w:rsidRDefault="00496A90" w:rsidP="00496A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A90">
              <w:rPr>
                <w:rFonts w:ascii="Times New Roman" w:hAnsi="Times New Roman" w:cs="Times New Roman"/>
                <w:sz w:val="24"/>
                <w:szCs w:val="24"/>
              </w:rPr>
              <w:t>Pencil, colored pencils, journals, construction paper, index cards, glue, scissors</w:t>
            </w:r>
          </w:p>
        </w:tc>
        <w:tc>
          <w:tcPr>
            <w:tcW w:w="3319" w:type="dxa"/>
            <w:gridSpan w:val="2"/>
          </w:tcPr>
          <w:p w:rsidR="00D85633" w:rsidRPr="008C13D7" w:rsidRDefault="00D45169" w:rsidP="00D451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8CC">
              <w:rPr>
                <w:rFonts w:ascii="Times New Roman" w:hAnsi="Times New Roman" w:cs="Times New Roman"/>
                <w:sz w:val="24"/>
                <w:szCs w:val="24"/>
              </w:rPr>
              <w:t>Multiplication/multiply,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8CC">
              <w:rPr>
                <w:rFonts w:ascii="Times New Roman" w:hAnsi="Times New Roman" w:cs="Times New Roman"/>
                <w:sz w:val="24"/>
                <w:szCs w:val="24"/>
              </w:rPr>
              <w:t>division/divide,</w:t>
            </w:r>
            <w:r w:rsidR="00067B29">
              <w:rPr>
                <w:rFonts w:ascii="Times New Roman" w:hAnsi="Times New Roman" w:cs="Times New Roman"/>
                <w:sz w:val="24"/>
                <w:szCs w:val="24"/>
              </w:rPr>
              <w:t xml:space="preserve"> dividend, divisor, quotient, </w:t>
            </w:r>
            <w:r w:rsidRPr="003318CC">
              <w:rPr>
                <w:rFonts w:ascii="Times New Roman" w:hAnsi="Times New Roman" w:cs="Times New Roman"/>
                <w:sz w:val="24"/>
                <w:szCs w:val="24"/>
              </w:rPr>
              <w:t>rectangular arrays, equations, area models</w:t>
            </w:r>
          </w:p>
        </w:tc>
        <w:bookmarkStart w:id="0" w:name="_GoBack"/>
        <w:bookmarkEnd w:id="0"/>
      </w:tr>
      <w:tr w:rsidR="008C13D7" w:rsidTr="007812E5">
        <w:trPr>
          <w:trHeight w:val="368"/>
        </w:trPr>
        <w:tc>
          <w:tcPr>
            <w:tcW w:w="11016" w:type="dxa"/>
            <w:gridSpan w:val="8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7812E5">
        <w:trPr>
          <w:trHeight w:val="737"/>
        </w:trPr>
        <w:tc>
          <w:tcPr>
            <w:tcW w:w="4418" w:type="dxa"/>
            <w:gridSpan w:val="3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D45169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45169"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D45169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D45169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D45169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D45169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D45169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D45169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6598" w:type="dxa"/>
            <w:gridSpan w:val="5"/>
          </w:tcPr>
          <w:p w:rsidR="00D45169" w:rsidRPr="00D8194D" w:rsidRDefault="00D85633" w:rsidP="00D45169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D45169" w:rsidRPr="00D8194D">
              <w:rPr>
                <w:rFonts w:cstheme="minorHAnsi"/>
                <w:sz w:val="24"/>
                <w:szCs w:val="24"/>
              </w:rPr>
              <w:t xml:space="preserve"> 5.NBT.6 Find whole-number quotients of whole numbers with up to four-digit dividends and two-digit divisors, using strategies based on place value, the properties of operations, and/or the relationship between multiplication and division. Illustrate and explain the calculation by using equati</w:t>
            </w:r>
            <w:r w:rsidR="006A0F79">
              <w:rPr>
                <w:rFonts w:cstheme="minorHAnsi"/>
                <w:sz w:val="24"/>
                <w:szCs w:val="24"/>
              </w:rPr>
              <w:t xml:space="preserve">ons, rectangular arrays, and/or </w:t>
            </w:r>
            <w:r w:rsidR="00D45169" w:rsidRPr="00D8194D">
              <w:rPr>
                <w:rFonts w:cstheme="minorHAnsi"/>
                <w:sz w:val="24"/>
                <w:szCs w:val="24"/>
              </w:rPr>
              <w:t>area</w:t>
            </w:r>
          </w:p>
          <w:p w:rsidR="00D45169" w:rsidRPr="00D8194D" w:rsidRDefault="00D45169" w:rsidP="00D45169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  <w:proofErr w:type="gramStart"/>
            <w:r w:rsidRPr="00D8194D">
              <w:rPr>
                <w:rFonts w:cstheme="minorHAnsi"/>
                <w:sz w:val="24"/>
                <w:szCs w:val="24"/>
              </w:rPr>
              <w:t>models</w:t>
            </w:r>
            <w:proofErr w:type="gramEnd"/>
            <w:r w:rsidRPr="00D8194D">
              <w:rPr>
                <w:rFonts w:cstheme="minorHAnsi"/>
                <w:sz w:val="24"/>
                <w:szCs w:val="24"/>
              </w:rPr>
              <w:t xml:space="preserve">.  </w:t>
            </w:r>
          </w:p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7812E5">
        <w:trPr>
          <w:trHeight w:val="737"/>
        </w:trPr>
        <w:tc>
          <w:tcPr>
            <w:tcW w:w="4418" w:type="dxa"/>
            <w:gridSpan w:val="3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8" w:type="dxa"/>
            <w:gridSpan w:val="5"/>
          </w:tcPr>
          <w:p w:rsidR="00D45169" w:rsidRDefault="00D85633" w:rsidP="00D4516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D45169">
              <w:rPr>
                <w:rFonts w:ascii="Calibri" w:eastAsia="Calibri" w:hAnsi="Calibri" w:cs="Times New Roman"/>
                <w:sz w:val="24"/>
                <w:szCs w:val="24"/>
              </w:rPr>
              <w:t xml:space="preserve"> I can determine whole number quotients with up to four-digit dividends and one-digit divisors.</w:t>
            </w:r>
          </w:p>
          <w:p w:rsidR="00D85633" w:rsidRDefault="00D45169" w:rsidP="00D451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I can determine whole number quotients with up to four-digit dividends and two-digit divisors.</w:t>
            </w:r>
          </w:p>
        </w:tc>
      </w:tr>
      <w:tr w:rsidR="00D85633" w:rsidTr="007812E5">
        <w:trPr>
          <w:trHeight w:val="737"/>
        </w:trPr>
        <w:tc>
          <w:tcPr>
            <w:tcW w:w="4418" w:type="dxa"/>
            <w:gridSpan w:val="3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516645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problem from Math Tool Box “Math Essentials” Week 35 “Using Numbers in Powerful Ways”</w:t>
            </w:r>
          </w:p>
        </w:tc>
      </w:tr>
      <w:tr w:rsidR="00D85633" w:rsidTr="007812E5">
        <w:trPr>
          <w:trHeight w:val="737"/>
        </w:trPr>
        <w:tc>
          <w:tcPr>
            <w:tcW w:w="4418" w:type="dxa"/>
            <w:gridSpan w:val="3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8" w:type="dxa"/>
            <w:gridSpan w:val="5"/>
          </w:tcPr>
          <w:p w:rsidR="00D85633" w:rsidRDefault="00D85633" w:rsidP="006A0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FC7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645" w:rsidRPr="00516645">
              <w:rPr>
                <w:rFonts w:ascii="Times New Roman" w:hAnsi="Times New Roman" w:cs="Times New Roman"/>
                <w:sz w:val="24"/>
                <w:szCs w:val="24"/>
              </w:rPr>
              <w:t>Teacher will model 1715/15 using area models as shown on page 15 CC Instructional Support Tools</w:t>
            </w:r>
          </w:p>
        </w:tc>
      </w:tr>
      <w:tr w:rsidR="00D85633" w:rsidTr="007812E5">
        <w:trPr>
          <w:trHeight w:val="737"/>
        </w:trPr>
        <w:tc>
          <w:tcPr>
            <w:tcW w:w="4418" w:type="dxa"/>
            <w:gridSpan w:val="3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8" w:type="dxa"/>
            <w:gridSpan w:val="5"/>
          </w:tcPr>
          <w:p w:rsidR="00D85633" w:rsidRDefault="00D85633" w:rsidP="006A0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FC7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6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Pass the Problem </w:t>
            </w:r>
            <w:r w:rsidR="00516645" w:rsidRPr="00516645">
              <w:rPr>
                <w:rFonts w:ascii="Times New Roman" w:hAnsi="Times New Roman" w:cs="Times New Roman"/>
                <w:sz w:val="24"/>
                <w:szCs w:val="24"/>
              </w:rPr>
              <w:t>– Teacher posts problems on the board. In groups students solve the problem passing the problem to the next student after completing a step. After the problem is solved the next student checks the answer on a calculator. The next problem will be passed in the reverse order.</w:t>
            </w:r>
          </w:p>
        </w:tc>
      </w:tr>
      <w:tr w:rsidR="00D85633" w:rsidTr="007812E5">
        <w:trPr>
          <w:trHeight w:val="737"/>
        </w:trPr>
        <w:tc>
          <w:tcPr>
            <w:tcW w:w="4418" w:type="dxa"/>
            <w:gridSpan w:val="3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8" w:type="dxa"/>
            <w:gridSpan w:val="5"/>
          </w:tcPr>
          <w:p w:rsidR="00D85633" w:rsidRDefault="00D85633" w:rsidP="006A0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FC77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645">
              <w:rPr>
                <w:rFonts w:ascii="Times New Roman" w:hAnsi="Times New Roman" w:cs="Times New Roman"/>
                <w:b/>
                <w:sz w:val="24"/>
                <w:szCs w:val="24"/>
              </w:rPr>
              <w:t>Teacher posts a problem on the board, overhead or computer. The students</w:t>
            </w:r>
            <w:r w:rsidR="003D69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build an area model on construction paper using index cards.</w:t>
            </w:r>
          </w:p>
        </w:tc>
      </w:tr>
      <w:tr w:rsidR="00D85633" w:rsidTr="007812E5">
        <w:trPr>
          <w:trHeight w:val="737"/>
        </w:trPr>
        <w:tc>
          <w:tcPr>
            <w:tcW w:w="4418" w:type="dxa"/>
            <w:gridSpan w:val="3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98" w:type="dxa"/>
            <w:gridSpan w:val="5"/>
          </w:tcPr>
          <w:p w:rsidR="00D85633" w:rsidRDefault="00D85633" w:rsidP="006A0F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E60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69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tube video – Division Rap - </w:t>
            </w:r>
            <w:hyperlink r:id="rId13" w:history="1">
              <w:r w:rsidR="003D696E" w:rsidRPr="003D696E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http://www.teachertube.com/viewVideo.php?video_id=36688</w:t>
              </w:r>
            </w:hyperlink>
          </w:p>
        </w:tc>
      </w:tr>
      <w:tr w:rsidR="008C13D7" w:rsidTr="007812E5">
        <w:trPr>
          <w:trHeight w:val="296"/>
        </w:trPr>
        <w:tc>
          <w:tcPr>
            <w:tcW w:w="11016" w:type="dxa"/>
            <w:gridSpan w:val="8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7812E5">
        <w:trPr>
          <w:trHeight w:val="359"/>
        </w:trPr>
        <w:tc>
          <w:tcPr>
            <w:tcW w:w="4338" w:type="dxa"/>
            <w:gridSpan w:val="2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Extension</w:t>
            </w:r>
          </w:p>
        </w:tc>
        <w:tc>
          <w:tcPr>
            <w:tcW w:w="4166" w:type="dxa"/>
            <w:gridSpan w:val="5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251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7812E5">
        <w:trPr>
          <w:trHeight w:val="719"/>
        </w:trPr>
        <w:tc>
          <w:tcPr>
            <w:tcW w:w="4338" w:type="dxa"/>
            <w:gridSpan w:val="2"/>
          </w:tcPr>
          <w:p w:rsidR="009E607D" w:rsidRDefault="009E607D" w:rsidP="009E607D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>Students can use short-division method to solve problems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701900">
              <w:rPr>
                <w:rFonts w:cstheme="minorHAnsi"/>
                <w:bCs/>
                <w:sz w:val="24"/>
                <w:szCs w:val="24"/>
              </w:rPr>
              <w:t xml:space="preserve">accurately. </w:t>
            </w:r>
          </w:p>
          <w:p w:rsidR="009E607D" w:rsidRDefault="009E607D" w:rsidP="009E607D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What If….</w:t>
            </w:r>
          </w:p>
          <w:p w:rsidR="009E607D" w:rsidRDefault="009E607D" w:rsidP="009E607D">
            <w:pPr>
              <w:pStyle w:val="ListParagraph"/>
              <w:ind w:left="45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We wanted to combine another state such as South Carolina to our efforts?  </w:t>
            </w:r>
          </w:p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6" w:type="dxa"/>
            <w:gridSpan w:val="5"/>
          </w:tcPr>
          <w:p w:rsidR="009E607D" w:rsidRPr="00701900" w:rsidRDefault="009E607D" w:rsidP="009E607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>Teacher may limit the amount of items a student needs to complete to demonstrate proficiency.</w:t>
            </w:r>
          </w:p>
          <w:p w:rsidR="009E607D" w:rsidRPr="00701900" w:rsidRDefault="009E607D" w:rsidP="009E607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 xml:space="preserve">Teacher can have the group divide by 10, 12, or other two-digit divisor. </w:t>
            </w:r>
          </w:p>
          <w:p w:rsidR="009E607D" w:rsidRPr="00701900" w:rsidRDefault="009E607D" w:rsidP="009E607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>Student may use calculator after each calculation to check for accuracy.</w:t>
            </w:r>
          </w:p>
          <w:p w:rsidR="009E607D" w:rsidRPr="00701900" w:rsidRDefault="009E607D" w:rsidP="009E607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>Teacher may designate only one grade level instead of all three grade levels for calculations.</w:t>
            </w:r>
          </w:p>
          <w:p w:rsidR="009E607D" w:rsidRPr="00701900" w:rsidRDefault="009E607D" w:rsidP="009E607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 xml:space="preserve">Use </w:t>
            </w:r>
            <w:r>
              <w:rPr>
                <w:rFonts w:cstheme="minorHAnsi"/>
                <w:bCs/>
                <w:sz w:val="24"/>
                <w:szCs w:val="24"/>
              </w:rPr>
              <w:t xml:space="preserve">an </w:t>
            </w:r>
            <w:r w:rsidRPr="00701900">
              <w:rPr>
                <w:rFonts w:cstheme="minorHAnsi"/>
                <w:bCs/>
                <w:sz w:val="24"/>
                <w:szCs w:val="24"/>
              </w:rPr>
              <w:t>organizer to show steps for division as they work through the problems.</w:t>
            </w:r>
          </w:p>
          <w:p w:rsidR="005C4CBE" w:rsidRDefault="009E607D" w:rsidP="009E6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>Work with a partner and talk through the process as they solve it.</w:t>
            </w:r>
          </w:p>
        </w:tc>
        <w:tc>
          <w:tcPr>
            <w:tcW w:w="2512" w:type="dxa"/>
          </w:tcPr>
          <w:p w:rsidR="009E607D" w:rsidRDefault="009E607D" w:rsidP="009E607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2E7664">
              <w:rPr>
                <w:rFonts w:cstheme="minorHAnsi"/>
                <w:sz w:val="24"/>
                <w:szCs w:val="24"/>
              </w:rPr>
              <w:t>Build background for engaging scenario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9E607D" w:rsidRDefault="009E607D" w:rsidP="009E607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Students can partner read to increase comprehension.</w:t>
            </w:r>
          </w:p>
          <w:p w:rsidR="009E607D" w:rsidRPr="002E7664" w:rsidRDefault="009E607D" w:rsidP="009E607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articles can be broken down into sections giving the students opportunity to write down or highlight key words to demonstrate understanding.</w:t>
            </w:r>
          </w:p>
          <w:p w:rsidR="009E607D" w:rsidRPr="002E7664" w:rsidRDefault="009E607D" w:rsidP="009E607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2E7664">
              <w:rPr>
                <w:rFonts w:cstheme="minorHAnsi"/>
                <w:sz w:val="24"/>
                <w:szCs w:val="24"/>
              </w:rPr>
              <w:t>Explain how food that is donated is distributed to various organizations in Guilford County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5C4CBE" w:rsidRDefault="009E607D" w:rsidP="009E6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64">
              <w:rPr>
                <w:rFonts w:cstheme="minorHAnsi"/>
                <w:bCs/>
                <w:sz w:val="24"/>
                <w:szCs w:val="24"/>
              </w:rPr>
              <w:t xml:space="preserve">Use </w:t>
            </w:r>
            <w:r>
              <w:rPr>
                <w:rFonts w:cstheme="minorHAnsi"/>
                <w:bCs/>
                <w:sz w:val="24"/>
                <w:szCs w:val="24"/>
              </w:rPr>
              <w:t xml:space="preserve">an </w:t>
            </w:r>
            <w:r w:rsidRPr="002E7664">
              <w:rPr>
                <w:rFonts w:cstheme="minorHAnsi"/>
                <w:bCs/>
                <w:sz w:val="24"/>
                <w:szCs w:val="24"/>
              </w:rPr>
              <w:t xml:space="preserve">organizer to show steps for division as they work through the problems. </w:t>
            </w:r>
            <w:r w:rsidRPr="002E7664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C13D7" w:rsidTr="007812E5">
        <w:trPr>
          <w:trHeight w:val="296"/>
        </w:trPr>
        <w:tc>
          <w:tcPr>
            <w:tcW w:w="11016" w:type="dxa"/>
            <w:gridSpan w:val="8"/>
          </w:tcPr>
          <w:p w:rsidR="008C13D7" w:rsidRDefault="008C13D7" w:rsidP="006A0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7812E5">
        <w:trPr>
          <w:trHeight w:val="296"/>
        </w:trPr>
        <w:tc>
          <w:tcPr>
            <w:tcW w:w="11016" w:type="dxa"/>
            <w:gridSpan w:val="8"/>
          </w:tcPr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666" w:rsidTr="007812E5">
        <w:trPr>
          <w:trHeight w:val="296"/>
        </w:trPr>
        <w:tc>
          <w:tcPr>
            <w:tcW w:w="11016" w:type="dxa"/>
            <w:gridSpan w:val="8"/>
          </w:tcPr>
          <w:p w:rsidR="00145666" w:rsidRPr="00D7779B" w:rsidRDefault="00145666" w:rsidP="00AB13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696E">
              <w:rPr>
                <w:rFonts w:ascii="Times New Roman" w:hAnsi="Times New Roman" w:cs="Times New Roman"/>
                <w:sz w:val="24"/>
                <w:szCs w:val="24"/>
              </w:rPr>
              <w:t>Review of the area models created in the independent models</w:t>
            </w:r>
          </w:p>
          <w:p w:rsidR="00145666" w:rsidRDefault="00145666" w:rsidP="00AB1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666" w:rsidTr="007812E5">
        <w:trPr>
          <w:trHeight w:val="296"/>
        </w:trPr>
        <w:tc>
          <w:tcPr>
            <w:tcW w:w="11016" w:type="dxa"/>
            <w:gridSpan w:val="8"/>
          </w:tcPr>
          <w:p w:rsidR="00145666" w:rsidRDefault="00145666" w:rsidP="00AB1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145666" w:rsidRDefault="00145666" w:rsidP="00AB1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66" w:rsidRDefault="00145666" w:rsidP="00AB1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48D" w:rsidRDefault="002A248D" w:rsidP="002A248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elements of the lesson worked, which elements did not</w:t>
            </w:r>
          </w:p>
          <w:p w:rsidR="002A248D" w:rsidRDefault="002A248D" w:rsidP="002A248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students have achieved mastery</w:t>
            </w:r>
          </w:p>
          <w:p w:rsidR="002A248D" w:rsidRDefault="002A248D" w:rsidP="002A248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any material need to be retaught</w:t>
            </w:r>
          </w:p>
          <w:p w:rsidR="00145666" w:rsidRDefault="00145666" w:rsidP="00AB1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66" w:rsidRDefault="00145666" w:rsidP="00AB1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66" w:rsidRDefault="00145666" w:rsidP="00AB1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66" w:rsidRDefault="00145666" w:rsidP="00AB1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666" w:rsidRDefault="00145666" w:rsidP="00AB13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D7779"/>
    <w:multiLevelType w:val="hybridMultilevel"/>
    <w:tmpl w:val="52445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A3570"/>
    <w:multiLevelType w:val="hybridMultilevel"/>
    <w:tmpl w:val="B21C83F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B5935"/>
    <w:multiLevelType w:val="hybridMultilevel"/>
    <w:tmpl w:val="AA307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9"/>
  </w:num>
  <w:num w:numId="6">
    <w:abstractNumId w:val="6"/>
  </w:num>
  <w:num w:numId="7">
    <w:abstractNumId w:val="8"/>
  </w:num>
  <w:num w:numId="8">
    <w:abstractNumId w:val="2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067B29"/>
    <w:rsid w:val="00105614"/>
    <w:rsid w:val="00145666"/>
    <w:rsid w:val="00224A5F"/>
    <w:rsid w:val="00274ACD"/>
    <w:rsid w:val="0028190D"/>
    <w:rsid w:val="002A248D"/>
    <w:rsid w:val="0035320A"/>
    <w:rsid w:val="003D696E"/>
    <w:rsid w:val="003D7D31"/>
    <w:rsid w:val="00496A90"/>
    <w:rsid w:val="004B658C"/>
    <w:rsid w:val="0051657B"/>
    <w:rsid w:val="00516645"/>
    <w:rsid w:val="00570FB8"/>
    <w:rsid w:val="005C4CBE"/>
    <w:rsid w:val="00643719"/>
    <w:rsid w:val="006A0ACD"/>
    <w:rsid w:val="006A0F79"/>
    <w:rsid w:val="007812E5"/>
    <w:rsid w:val="007B401D"/>
    <w:rsid w:val="008C13D7"/>
    <w:rsid w:val="008E4C5D"/>
    <w:rsid w:val="00987AC9"/>
    <w:rsid w:val="009B085C"/>
    <w:rsid w:val="009E607D"/>
    <w:rsid w:val="009F78E4"/>
    <w:rsid w:val="00A67FA5"/>
    <w:rsid w:val="00B51CA8"/>
    <w:rsid w:val="00C92D93"/>
    <w:rsid w:val="00CB2DBC"/>
    <w:rsid w:val="00CD5617"/>
    <w:rsid w:val="00D45169"/>
    <w:rsid w:val="00D7779B"/>
    <w:rsid w:val="00D85633"/>
    <w:rsid w:val="00FC77F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8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0561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6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eachertube.com/viewVideo.php?video_id=36688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dpi.state.nc.us/docs/acre/standards/common-core-tools/unpacking/math/5th.pdf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E17755-0E7B-40D2-8A05-4E95E5E3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ED082B1.dotm</Template>
  <TotalTime>30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Teacher</cp:lastModifiedBy>
  <cp:revision>10</cp:revision>
  <dcterms:created xsi:type="dcterms:W3CDTF">2012-07-19T14:45:00Z</dcterms:created>
  <dcterms:modified xsi:type="dcterms:W3CDTF">2012-07-19T17:07:00Z</dcterms:modified>
</cp:coreProperties>
</file>